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971592">
        <w:rPr>
          <w:rFonts w:ascii="Arial Narrow" w:hAnsi="Arial Narrow"/>
          <w:sz w:val="22"/>
          <w:lang w:val="de-DE"/>
        </w:rPr>
        <w:t>9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71592">
        <w:rPr>
          <w:rFonts w:ascii="Arial Narrow" w:hAnsi="Arial Narrow"/>
          <w:noProof/>
          <w:sz w:val="22"/>
          <w:lang w:val="de-DE"/>
        </w:rPr>
        <w:t>10.06.2013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71592">
        <w:rPr>
          <w:rFonts w:ascii="Arial Narrow" w:hAnsi="Arial Narrow"/>
          <w:sz w:val="22"/>
          <w:lang w:val="de-DE"/>
        </w:rPr>
        <w:t>13:00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971592" w:rsidRDefault="00971592" w:rsidP="0097159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Heute 17:00 Runder Tisch im GroßKoz</w:t>
      </w:r>
    </w:p>
    <w:p w:rsidR="00971592" w:rsidRDefault="00971592" w:rsidP="0097159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Nächsten Montag, 18 Uhr Standortübergreifende Sitzung Thema VSt im GroßKoz</w:t>
      </w:r>
    </w:p>
    <w:p w:rsidR="00971592" w:rsidRDefault="00971592" w:rsidP="0097159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Billardtisch wurde bei HKB verschoben, noch im Wasser? Rückmeldung an Fr. Streif, Marketing</w:t>
      </w:r>
    </w:p>
    <w:p w:rsidR="00971592" w:rsidRDefault="00971592" w:rsidP="00971592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-&gt; Wasserwaage aus Werkstatt leihen und prüfen -&gt; wer?</w:t>
      </w:r>
    </w:p>
    <w:p w:rsidR="0099519B" w:rsidRDefault="0099519B" w:rsidP="0099519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Milch kaufen</w:t>
      </w:r>
    </w:p>
    <w:p w:rsidR="004437A2" w:rsidRDefault="004437A2" w:rsidP="0099519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 abschließen</w:t>
      </w:r>
    </w:p>
    <w:p w:rsidR="0003734E" w:rsidRDefault="000C1EB8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971592" w:rsidRDefault="00971592" w:rsidP="0097159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Freischaltung Cubing-Referat Referatsraum wg. Jongliermaterial</w:t>
      </w:r>
    </w:p>
    <w:p w:rsidR="00971592" w:rsidRDefault="00971592" w:rsidP="0097159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 IT (sda) speziell Notebook-Zugang</w:t>
      </w:r>
    </w:p>
    <w:p w:rsidR="005D15B0" w:rsidRPr="00971592" w:rsidRDefault="005D15B0" w:rsidP="0097159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Rückblick WING Veranstaltung am WE</w:t>
      </w:r>
      <w:bookmarkStart w:id="0" w:name="_GoBack"/>
      <w:bookmarkEnd w:id="0"/>
    </w:p>
    <w:sectPr w:rsidR="005D15B0" w:rsidRPr="0097159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592" w:rsidRDefault="00971592">
      <w:pPr>
        <w:spacing w:line="20" w:lineRule="exact"/>
      </w:pPr>
    </w:p>
  </w:endnote>
  <w:endnote w:type="continuationSeparator" w:id="0">
    <w:p w:rsidR="00971592" w:rsidRDefault="00971592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971592" w:rsidRDefault="00971592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592" w:rsidRDefault="00971592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971592" w:rsidRDefault="00971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D15B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92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437A2"/>
    <w:rsid w:val="00487AF4"/>
    <w:rsid w:val="004D1F62"/>
    <w:rsid w:val="00501683"/>
    <w:rsid w:val="00501BD9"/>
    <w:rsid w:val="00543129"/>
    <w:rsid w:val="00577F83"/>
    <w:rsid w:val="005B1C22"/>
    <w:rsid w:val="005D15B0"/>
    <w:rsid w:val="005F45A2"/>
    <w:rsid w:val="00602994"/>
    <w:rsid w:val="00606F9B"/>
    <w:rsid w:val="00650C8D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1592"/>
    <w:rsid w:val="009757B0"/>
    <w:rsid w:val="009906B7"/>
    <w:rsid w:val="0099519B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5</cp:revision>
  <cp:lastPrinted>2013-05-13T11:09:00Z</cp:lastPrinted>
  <dcterms:created xsi:type="dcterms:W3CDTF">2013-06-10T09:25:00Z</dcterms:created>
  <dcterms:modified xsi:type="dcterms:W3CDTF">2013-06-10T10:43:00Z</dcterms:modified>
</cp:coreProperties>
</file>